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74" w:rsidRDefault="00267974" w:rsidP="00D5138C">
      <w:pPr>
        <w:shd w:val="clear" w:color="auto" w:fill="FFFFFF"/>
        <w:ind w:right="-69"/>
      </w:pPr>
    </w:p>
    <w:p w:rsidR="00B9619E" w:rsidRDefault="00B9619E" w:rsidP="00D5138C">
      <w:pPr>
        <w:shd w:val="clear" w:color="auto" w:fill="FFFFFF"/>
        <w:ind w:right="-69"/>
      </w:pPr>
    </w:p>
    <w:p w:rsidR="00267974" w:rsidRDefault="00267974" w:rsidP="00267974">
      <w:pPr>
        <w:jc w:val="center"/>
      </w:pPr>
      <w:r w:rsidRPr="008A7811">
        <w:rPr>
          <w:noProof/>
        </w:rPr>
        <w:drawing>
          <wp:inline distT="0" distB="0" distL="0" distR="0">
            <wp:extent cx="60960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974" w:rsidRDefault="00267974" w:rsidP="00267974">
      <w:pPr>
        <w:jc w:val="center"/>
      </w:pPr>
    </w:p>
    <w:p w:rsidR="00267974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АДМИНИСТРАЦИЯ</w:t>
      </w:r>
    </w:p>
    <w:p w:rsidR="00267974" w:rsidRPr="004158ED" w:rsidRDefault="00267974" w:rsidP="00267974">
      <w:pPr>
        <w:jc w:val="center"/>
        <w:rPr>
          <w:b/>
          <w:bCs/>
          <w:sz w:val="32"/>
          <w:szCs w:val="32"/>
        </w:rPr>
      </w:pPr>
      <w:r w:rsidRPr="004158ED">
        <w:rPr>
          <w:b/>
          <w:sz w:val="32"/>
          <w:szCs w:val="32"/>
        </w:rPr>
        <w:t>РАМЕШКОВСКОГО МУНИЦИПАЛЬНОГО ОКРУГА</w:t>
      </w:r>
    </w:p>
    <w:p w:rsidR="00267974" w:rsidRPr="004158ED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ТВЕРСКОЙ ОБЛАСТИ</w:t>
      </w:r>
    </w:p>
    <w:p w:rsidR="00267974" w:rsidRPr="004158ED" w:rsidRDefault="00267974" w:rsidP="00267974">
      <w:pPr>
        <w:jc w:val="center"/>
        <w:rPr>
          <w:b/>
          <w:bCs/>
          <w:sz w:val="20"/>
        </w:rPr>
      </w:pPr>
    </w:p>
    <w:p w:rsidR="00267974" w:rsidRPr="00700F32" w:rsidRDefault="00267974" w:rsidP="00267974">
      <w:pPr>
        <w:jc w:val="center"/>
        <w:rPr>
          <w:rFonts w:ascii="Arial" w:hAnsi="Arial"/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</w:t>
      </w:r>
      <w:r w:rsidRPr="00700F32">
        <w:rPr>
          <w:b/>
          <w:sz w:val="32"/>
          <w:szCs w:val="32"/>
        </w:rPr>
        <w:t>Е</w:t>
      </w:r>
    </w:p>
    <w:p w:rsidR="00267974" w:rsidRDefault="00267974" w:rsidP="00267974">
      <w:pPr>
        <w:spacing w:line="360" w:lineRule="auto"/>
        <w:ind w:right="44"/>
        <w:rPr>
          <w:b/>
          <w:sz w:val="32"/>
        </w:rPr>
      </w:pPr>
    </w:p>
    <w:p w:rsidR="00267974" w:rsidRPr="000A088A" w:rsidRDefault="006726EF" w:rsidP="00267974">
      <w:pPr>
        <w:spacing w:line="360" w:lineRule="auto"/>
        <w:ind w:right="44"/>
        <w:rPr>
          <w:sz w:val="28"/>
        </w:rPr>
      </w:pPr>
      <w:r>
        <w:rPr>
          <w:sz w:val="28"/>
        </w:rPr>
        <w:t xml:space="preserve">  </w:t>
      </w:r>
      <w:r w:rsidR="002679B5">
        <w:rPr>
          <w:sz w:val="28"/>
        </w:rPr>
        <w:t>10</w:t>
      </w:r>
      <w:r>
        <w:rPr>
          <w:sz w:val="28"/>
        </w:rPr>
        <w:t xml:space="preserve"> апреля</w:t>
      </w:r>
      <w:r w:rsidR="0039451B">
        <w:rPr>
          <w:sz w:val="28"/>
        </w:rPr>
        <w:t xml:space="preserve"> </w:t>
      </w:r>
      <w:r w:rsidR="00CB0695">
        <w:rPr>
          <w:sz w:val="28"/>
        </w:rPr>
        <w:t>202</w:t>
      </w:r>
      <w:r>
        <w:rPr>
          <w:sz w:val="28"/>
        </w:rPr>
        <w:t>3</w:t>
      </w:r>
      <w:r w:rsidR="00267974">
        <w:rPr>
          <w:sz w:val="28"/>
        </w:rPr>
        <w:t xml:space="preserve"> г</w:t>
      </w:r>
      <w:r w:rsidR="009F1913">
        <w:rPr>
          <w:sz w:val="28"/>
        </w:rPr>
        <w:t xml:space="preserve">.                                                                                     </w:t>
      </w:r>
      <w:r w:rsidR="00E876A5">
        <w:rPr>
          <w:sz w:val="28"/>
        </w:rPr>
        <w:t xml:space="preserve">  </w:t>
      </w:r>
      <w:r w:rsidR="00267974" w:rsidRPr="000A088A">
        <w:rPr>
          <w:sz w:val="28"/>
        </w:rPr>
        <w:t xml:space="preserve">№ </w:t>
      </w:r>
      <w:r w:rsidR="002679B5">
        <w:rPr>
          <w:sz w:val="28"/>
        </w:rPr>
        <w:t>78</w:t>
      </w:r>
      <w:r w:rsidR="00267974" w:rsidRPr="000A088A">
        <w:rPr>
          <w:sz w:val="28"/>
        </w:rPr>
        <w:t>-па</w:t>
      </w:r>
    </w:p>
    <w:p w:rsidR="00267974" w:rsidRPr="000A4225" w:rsidRDefault="00267974" w:rsidP="00267974">
      <w:pPr>
        <w:spacing w:line="480" w:lineRule="auto"/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</w:t>
      </w:r>
      <w:r w:rsidRPr="000A4225">
        <w:rPr>
          <w:sz w:val="28"/>
          <w:szCs w:val="28"/>
        </w:rPr>
        <w:t xml:space="preserve">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</w:tblGrid>
      <w:tr w:rsidR="00267974" w:rsidRPr="002E1A9C" w:rsidTr="00F20FA8">
        <w:trPr>
          <w:trHeight w:val="1039"/>
        </w:trPr>
        <w:tc>
          <w:tcPr>
            <w:tcW w:w="4678" w:type="dxa"/>
          </w:tcPr>
          <w:p w:rsidR="00267974" w:rsidRPr="005C37EB" w:rsidRDefault="00267974" w:rsidP="006E6612">
            <w:pPr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CB0695">
              <w:rPr>
                <w:b/>
                <w:sz w:val="28"/>
                <w:szCs w:val="28"/>
              </w:rPr>
              <w:t xml:space="preserve"> внесении изменений</w:t>
            </w:r>
            <w:r w:rsidR="009F1913">
              <w:rPr>
                <w:b/>
                <w:sz w:val="28"/>
                <w:szCs w:val="28"/>
              </w:rPr>
              <w:t xml:space="preserve"> </w:t>
            </w:r>
            <w:r w:rsidR="00CB0695">
              <w:rPr>
                <w:b/>
                <w:sz w:val="28"/>
                <w:szCs w:val="28"/>
              </w:rPr>
              <w:t xml:space="preserve">в муниципальную программу </w:t>
            </w:r>
            <w:r w:rsidRPr="00267974">
              <w:rPr>
                <w:b/>
                <w:sz w:val="28"/>
                <w:szCs w:val="28"/>
              </w:rPr>
              <w:t>Рамешковского муниципального округа Тверской области «</w:t>
            </w:r>
            <w:r w:rsidR="006E6612" w:rsidRPr="008027BD">
              <w:rPr>
                <w:b/>
                <w:sz w:val="28"/>
                <w:szCs w:val="28"/>
              </w:rPr>
              <w:t>Поддержка и развитие экономического потенциала, управление муниципальным имущество</w:t>
            </w:r>
            <w:r w:rsidR="006E6612">
              <w:rPr>
                <w:b/>
                <w:sz w:val="28"/>
                <w:szCs w:val="28"/>
              </w:rPr>
              <w:t>м и земельными ресурсами на 2023-2025</w:t>
            </w:r>
            <w:r w:rsidR="006E6612" w:rsidRPr="008027BD">
              <w:rPr>
                <w:b/>
                <w:sz w:val="28"/>
                <w:szCs w:val="28"/>
              </w:rPr>
              <w:t xml:space="preserve"> годы</w:t>
            </w:r>
            <w:r w:rsidRPr="00267974">
              <w:rPr>
                <w:b/>
                <w:sz w:val="28"/>
                <w:szCs w:val="28"/>
              </w:rPr>
              <w:t>»</w:t>
            </w:r>
          </w:p>
        </w:tc>
      </w:tr>
    </w:tbl>
    <w:p w:rsidR="00267974" w:rsidRDefault="00267974" w:rsidP="00267974">
      <w:pPr>
        <w:suppressAutoHyphens/>
        <w:rPr>
          <w:b/>
          <w:sz w:val="28"/>
          <w:szCs w:val="28"/>
        </w:rPr>
      </w:pPr>
    </w:p>
    <w:p w:rsidR="00801331" w:rsidRDefault="00801331" w:rsidP="00267974">
      <w:pPr>
        <w:suppressAutoHyphens/>
        <w:rPr>
          <w:b/>
          <w:sz w:val="28"/>
          <w:szCs w:val="28"/>
        </w:rPr>
      </w:pPr>
    </w:p>
    <w:p w:rsidR="00801331" w:rsidRDefault="00801331" w:rsidP="00267974">
      <w:pPr>
        <w:suppressAutoHyphens/>
        <w:rPr>
          <w:b/>
          <w:sz w:val="28"/>
          <w:szCs w:val="28"/>
        </w:rPr>
      </w:pPr>
    </w:p>
    <w:p w:rsidR="00267974" w:rsidRPr="00267974" w:rsidRDefault="00B03DE0" w:rsidP="006E6612">
      <w:pPr>
        <w:ind w:firstLine="709"/>
        <w:jc w:val="both"/>
        <w:rPr>
          <w:sz w:val="28"/>
          <w:szCs w:val="28"/>
        </w:rPr>
      </w:pPr>
      <w:r w:rsidRPr="003B3CD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постановлением</w:t>
      </w:r>
      <w:r w:rsidRPr="003B3CD7">
        <w:rPr>
          <w:sz w:val="28"/>
          <w:szCs w:val="28"/>
        </w:rPr>
        <w:t xml:space="preserve"> администрации Рамешковского района</w:t>
      </w:r>
      <w:r>
        <w:rPr>
          <w:sz w:val="28"/>
          <w:szCs w:val="28"/>
        </w:rPr>
        <w:t xml:space="preserve"> от 02 октября 2013 г. № 247-па </w:t>
      </w:r>
      <w:r w:rsidRPr="006E0920">
        <w:rPr>
          <w:sz w:val="28"/>
          <w:szCs w:val="28"/>
        </w:rPr>
        <w:t>«</w:t>
      </w:r>
      <w:r w:rsidRPr="008D11A1">
        <w:rPr>
          <w:sz w:val="28"/>
          <w:szCs w:val="28"/>
        </w:rPr>
        <w:t xml:space="preserve">О Порядке </w:t>
      </w:r>
      <w:r w:rsidRPr="008D11A1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8D11A1">
        <w:rPr>
          <w:sz w:val="28"/>
          <w:szCs w:val="28"/>
        </w:rPr>
        <w:t>муниципального образования</w:t>
      </w:r>
      <w:r w:rsidRPr="008D11A1">
        <w:rPr>
          <w:i/>
          <w:sz w:val="28"/>
          <w:szCs w:val="28"/>
        </w:rPr>
        <w:t xml:space="preserve"> </w:t>
      </w:r>
      <w:r w:rsidRPr="008D11A1">
        <w:rPr>
          <w:sz w:val="28"/>
          <w:szCs w:val="28"/>
        </w:rPr>
        <w:t>«</w:t>
      </w:r>
      <w:proofErr w:type="spellStart"/>
      <w:r w:rsidRPr="008D11A1">
        <w:rPr>
          <w:sz w:val="28"/>
          <w:szCs w:val="28"/>
        </w:rPr>
        <w:t>Рамешковский</w:t>
      </w:r>
      <w:proofErr w:type="spellEnd"/>
      <w:r w:rsidRPr="008D11A1">
        <w:rPr>
          <w:sz w:val="28"/>
          <w:szCs w:val="28"/>
        </w:rPr>
        <w:t xml:space="preserve"> район» Тверской области</w:t>
      </w:r>
      <w:r w:rsidRPr="006E092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801331" w:rsidRPr="00801331">
        <w:rPr>
          <w:sz w:val="28"/>
          <w:szCs w:val="28"/>
        </w:rPr>
        <w:t xml:space="preserve"> </w:t>
      </w:r>
      <w:r w:rsidR="00801331" w:rsidRPr="00717450">
        <w:rPr>
          <w:sz w:val="28"/>
          <w:szCs w:val="28"/>
        </w:rPr>
        <w:t xml:space="preserve">решением Думы Рамешковского муниципального округа Тверской области от 28.03.2023 г. № 193 «О внесении изменений и дополнений в решение Думы Рамешковского муниципального округа Тверской области «О бюджете муниципального образования </w:t>
      </w:r>
      <w:proofErr w:type="spellStart"/>
      <w:r w:rsidR="00801331" w:rsidRPr="00717450">
        <w:rPr>
          <w:sz w:val="28"/>
          <w:szCs w:val="28"/>
        </w:rPr>
        <w:t>Рамешковский</w:t>
      </w:r>
      <w:proofErr w:type="spellEnd"/>
      <w:r w:rsidR="00801331" w:rsidRPr="00717450">
        <w:rPr>
          <w:sz w:val="28"/>
          <w:szCs w:val="28"/>
        </w:rPr>
        <w:t xml:space="preserve"> муниципальный округ Тверской области на 2023 год и плановый период 2024 и 2025 годов»</w:t>
      </w:r>
      <w:r>
        <w:rPr>
          <w:sz w:val="28"/>
          <w:szCs w:val="28"/>
        </w:rPr>
        <w:t>, А</w:t>
      </w:r>
      <w:r w:rsidRPr="00AB07E4">
        <w:rPr>
          <w:sz w:val="28"/>
          <w:szCs w:val="28"/>
        </w:rPr>
        <w:t xml:space="preserve">дминистрация Рамешковского </w:t>
      </w:r>
      <w:r>
        <w:rPr>
          <w:sz w:val="28"/>
          <w:szCs w:val="28"/>
        </w:rPr>
        <w:t>муниципального округа</w:t>
      </w:r>
      <w:r w:rsidRPr="00AB07E4">
        <w:rPr>
          <w:sz w:val="28"/>
          <w:szCs w:val="28"/>
        </w:rPr>
        <w:t xml:space="preserve"> постановляет</w:t>
      </w:r>
      <w:r w:rsidRPr="002E1A9C">
        <w:rPr>
          <w:sz w:val="28"/>
          <w:szCs w:val="28"/>
        </w:rPr>
        <w:t>:</w:t>
      </w:r>
    </w:p>
    <w:p w:rsidR="002F49B0" w:rsidRPr="002F49B0" w:rsidRDefault="00AC51D9" w:rsidP="002F49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B0695">
        <w:rPr>
          <w:sz w:val="28"/>
          <w:szCs w:val="28"/>
        </w:rPr>
        <w:t>Внести</w:t>
      </w:r>
      <w:r w:rsidR="009D0A14">
        <w:rPr>
          <w:sz w:val="28"/>
          <w:szCs w:val="28"/>
        </w:rPr>
        <w:t xml:space="preserve"> следующие изменения</w:t>
      </w:r>
      <w:r w:rsidR="00CB0695">
        <w:rPr>
          <w:sz w:val="28"/>
          <w:szCs w:val="28"/>
        </w:rPr>
        <w:t xml:space="preserve"> в</w:t>
      </w:r>
      <w:r w:rsidR="009D0A14">
        <w:rPr>
          <w:sz w:val="28"/>
          <w:szCs w:val="28"/>
        </w:rPr>
        <w:t xml:space="preserve"> </w:t>
      </w:r>
      <w:r w:rsidR="0073282B" w:rsidRPr="0073282B">
        <w:rPr>
          <w:sz w:val="28"/>
          <w:szCs w:val="28"/>
        </w:rPr>
        <w:t>муниципальную программу Рамешковского муниципального округа Тверской области «</w:t>
      </w:r>
      <w:r w:rsidR="006E6612" w:rsidRPr="006E6612">
        <w:rPr>
          <w:sz w:val="28"/>
          <w:szCs w:val="28"/>
        </w:rPr>
        <w:t>Поддержка и развитие экономического потенциала, управление муниципальным имуществом и земельными ресурсами на 2023-2025 годы</w:t>
      </w:r>
      <w:r w:rsidR="0073282B" w:rsidRPr="0073282B">
        <w:rPr>
          <w:sz w:val="28"/>
          <w:szCs w:val="28"/>
        </w:rPr>
        <w:t>»</w:t>
      </w:r>
      <w:r w:rsidR="002F49B0" w:rsidRPr="002F49B0">
        <w:t xml:space="preserve"> </w:t>
      </w:r>
      <w:r w:rsidR="002F49B0" w:rsidRPr="002F49B0">
        <w:rPr>
          <w:sz w:val="28"/>
          <w:szCs w:val="28"/>
        </w:rPr>
        <w:t>утвержденную</w:t>
      </w:r>
      <w:r w:rsidR="002F49B0">
        <w:rPr>
          <w:sz w:val="28"/>
          <w:szCs w:val="28"/>
        </w:rPr>
        <w:t xml:space="preserve"> </w:t>
      </w:r>
      <w:r w:rsidR="002F49B0" w:rsidRPr="002F49B0">
        <w:rPr>
          <w:sz w:val="28"/>
          <w:szCs w:val="28"/>
        </w:rPr>
        <w:t>постановлением</w:t>
      </w:r>
      <w:r w:rsidR="002F49B0">
        <w:rPr>
          <w:sz w:val="28"/>
          <w:szCs w:val="28"/>
        </w:rPr>
        <w:t xml:space="preserve"> А</w:t>
      </w:r>
      <w:r w:rsidR="002F49B0" w:rsidRPr="002F49B0">
        <w:rPr>
          <w:sz w:val="28"/>
          <w:szCs w:val="28"/>
        </w:rPr>
        <w:t>д</w:t>
      </w:r>
      <w:r w:rsidR="002F49B0">
        <w:rPr>
          <w:sz w:val="28"/>
          <w:szCs w:val="28"/>
        </w:rPr>
        <w:t xml:space="preserve">министрации Рамешковского муниципального округа от </w:t>
      </w:r>
      <w:r w:rsidR="002F49B0">
        <w:rPr>
          <w:sz w:val="28"/>
          <w:szCs w:val="28"/>
        </w:rPr>
        <w:lastRenderedPageBreak/>
        <w:t>19 декабря 2022 года № 378</w:t>
      </w:r>
      <w:r w:rsidR="002F49B0" w:rsidRPr="002F49B0">
        <w:rPr>
          <w:sz w:val="28"/>
          <w:szCs w:val="28"/>
        </w:rPr>
        <w:t>-па (далее</w:t>
      </w:r>
      <w:r w:rsidR="002F49B0">
        <w:rPr>
          <w:sz w:val="28"/>
          <w:szCs w:val="28"/>
        </w:rPr>
        <w:t xml:space="preserve"> </w:t>
      </w:r>
      <w:r w:rsidR="002F49B0" w:rsidRPr="002F49B0">
        <w:rPr>
          <w:sz w:val="28"/>
          <w:szCs w:val="28"/>
        </w:rPr>
        <w:t>- муниципальная программа) следующие изменения:</w:t>
      </w:r>
    </w:p>
    <w:p w:rsidR="002F49B0" w:rsidRPr="002F49B0" w:rsidRDefault="002F49B0" w:rsidP="002F49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49B0">
        <w:rPr>
          <w:sz w:val="28"/>
          <w:szCs w:val="28"/>
        </w:rPr>
        <w:t>а) в паспорте муниципальной программы строку «Объемы и источники</w:t>
      </w:r>
    </w:p>
    <w:p w:rsidR="00B25C71" w:rsidRDefault="002F49B0" w:rsidP="00E23C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49B0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</w:t>
      </w:r>
      <w:r w:rsidRPr="002F49B0">
        <w:rPr>
          <w:sz w:val="28"/>
          <w:szCs w:val="28"/>
        </w:rPr>
        <w:t>программы по годам ее реализации в разрезе подпрограмм»</w:t>
      </w:r>
      <w:r w:rsidR="005649D2">
        <w:rPr>
          <w:sz w:val="28"/>
          <w:szCs w:val="28"/>
        </w:rPr>
        <w:t xml:space="preserve"> изложить в следующей редакции: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6001"/>
      </w:tblGrid>
      <w:tr w:rsidR="002F49B0" w:rsidRPr="00936254" w:rsidTr="00B2144E">
        <w:trPr>
          <w:cantSplit/>
          <w:trHeight w:val="114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B0" w:rsidRPr="0019514D" w:rsidRDefault="002F49B0" w:rsidP="00B2144E">
            <w:pPr>
              <w:rPr>
                <w:sz w:val="28"/>
                <w:szCs w:val="28"/>
              </w:rPr>
            </w:pPr>
            <w:r w:rsidRPr="0019514D">
              <w:rPr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9B0" w:rsidRPr="00C9635E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программы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Pr="00F063AE">
              <w:rPr>
                <w:rFonts w:ascii="Times New Roman" w:hAnsi="Times New Roman" w:cs="Times New Roman"/>
                <w:b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 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годах составляет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7131,7</w:t>
            </w:r>
            <w:r w:rsidRPr="00C963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9635E"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 w:rsidRPr="00C963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F49B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2848,2 </w:t>
            </w:r>
            <w:proofErr w:type="spellStart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1- 50,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 – 2798,2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750,0 </w:t>
            </w:r>
            <w:proofErr w:type="spellStart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1-  0,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3- 750,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3533,5 </w:t>
            </w:r>
            <w:proofErr w:type="spellStart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1-  0,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D86BD0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3- 3533,5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9B0" w:rsidRPr="00936254" w:rsidRDefault="002F49B0" w:rsidP="00B214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D86BD0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</w:tr>
    </w:tbl>
    <w:p w:rsidR="002F49B0" w:rsidRDefault="002F49B0" w:rsidP="008013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16E7" w:rsidRDefault="005649D2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пункт </w:t>
      </w:r>
      <w:r w:rsidR="003B16E7">
        <w:rPr>
          <w:sz w:val="28"/>
          <w:szCs w:val="28"/>
        </w:rPr>
        <w:t>18 Главы 3</w:t>
      </w:r>
      <w:r>
        <w:rPr>
          <w:sz w:val="28"/>
          <w:szCs w:val="28"/>
        </w:rPr>
        <w:t xml:space="preserve"> Подпрограммы 1</w:t>
      </w:r>
      <w:r w:rsidR="003B16E7">
        <w:rPr>
          <w:sz w:val="28"/>
          <w:szCs w:val="28"/>
        </w:rPr>
        <w:t xml:space="preserve"> изложить в следующей редакции:</w:t>
      </w:r>
    </w:p>
    <w:p w:rsidR="003B16E7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«18.</w:t>
      </w:r>
      <w:r w:rsidRPr="00E4544D">
        <w:rPr>
          <w:sz w:val="28"/>
          <w:szCs w:val="28"/>
        </w:rPr>
        <w:t xml:space="preserve"> </w:t>
      </w:r>
      <w:r w:rsidRPr="00B25C71">
        <w:rPr>
          <w:sz w:val="28"/>
          <w:szCs w:val="28"/>
        </w:rPr>
        <w:t>Объем финансовых ресурсов, необходим</w:t>
      </w:r>
      <w:r>
        <w:rPr>
          <w:sz w:val="28"/>
          <w:szCs w:val="28"/>
        </w:rPr>
        <w:t>ый для реализации подпрограммы 1</w:t>
      </w:r>
      <w:r w:rsidRPr="00B25C71">
        <w:rPr>
          <w:sz w:val="28"/>
          <w:szCs w:val="28"/>
        </w:rPr>
        <w:t>: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–  50,0</w:t>
      </w:r>
      <w:r w:rsidR="00BF6D43">
        <w:rPr>
          <w:sz w:val="28"/>
          <w:szCs w:val="28"/>
        </w:rPr>
        <w:t xml:space="preserve"> т</w:t>
      </w:r>
      <w:r w:rsidRPr="00B25C71">
        <w:rPr>
          <w:sz w:val="28"/>
          <w:szCs w:val="28"/>
        </w:rPr>
        <w:t>ыс. руб., в том числе по годам: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B25C71">
        <w:rPr>
          <w:sz w:val="28"/>
          <w:szCs w:val="28"/>
        </w:rPr>
        <w:t xml:space="preserve">год – </w:t>
      </w:r>
      <w:r>
        <w:rPr>
          <w:sz w:val="28"/>
          <w:szCs w:val="28"/>
        </w:rPr>
        <w:t>50,0</w:t>
      </w:r>
      <w:r w:rsidRPr="00B25C71">
        <w:rPr>
          <w:sz w:val="28"/>
          <w:szCs w:val="28"/>
        </w:rPr>
        <w:t xml:space="preserve"> </w:t>
      </w:r>
      <w:proofErr w:type="spellStart"/>
      <w:r w:rsidRPr="00B25C71">
        <w:rPr>
          <w:sz w:val="28"/>
          <w:szCs w:val="28"/>
        </w:rPr>
        <w:t>тыс.руб</w:t>
      </w:r>
      <w:proofErr w:type="spellEnd"/>
      <w:r w:rsidRPr="00B25C71">
        <w:rPr>
          <w:sz w:val="28"/>
          <w:szCs w:val="28"/>
        </w:rPr>
        <w:t>.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B25C71">
        <w:rPr>
          <w:sz w:val="28"/>
          <w:szCs w:val="28"/>
        </w:rPr>
        <w:t xml:space="preserve">год -  </w:t>
      </w:r>
      <w:r>
        <w:rPr>
          <w:sz w:val="28"/>
          <w:szCs w:val="28"/>
        </w:rPr>
        <w:t xml:space="preserve">0,0 </w:t>
      </w:r>
      <w:proofErr w:type="spellStart"/>
      <w:r w:rsidRPr="00B25C71">
        <w:rPr>
          <w:sz w:val="28"/>
          <w:szCs w:val="28"/>
        </w:rPr>
        <w:t>тыс.руб</w:t>
      </w:r>
      <w:proofErr w:type="spellEnd"/>
      <w:r w:rsidRPr="00B25C71">
        <w:rPr>
          <w:sz w:val="28"/>
          <w:szCs w:val="28"/>
        </w:rPr>
        <w:t xml:space="preserve">. </w:t>
      </w:r>
    </w:p>
    <w:p w:rsidR="003B16E7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B25C71">
        <w:rPr>
          <w:sz w:val="28"/>
          <w:szCs w:val="28"/>
        </w:rPr>
        <w:t xml:space="preserve">год -  </w:t>
      </w:r>
      <w:r>
        <w:rPr>
          <w:sz w:val="28"/>
          <w:szCs w:val="28"/>
        </w:rPr>
        <w:t>0,0</w:t>
      </w:r>
      <w:r w:rsidRPr="00B25C71">
        <w:rPr>
          <w:sz w:val="28"/>
          <w:szCs w:val="28"/>
        </w:rPr>
        <w:t xml:space="preserve"> </w:t>
      </w:r>
      <w:proofErr w:type="spellStart"/>
      <w:proofErr w:type="gramStart"/>
      <w:r w:rsidRPr="00B25C71"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»;</w:t>
      </w:r>
    </w:p>
    <w:p w:rsidR="00E4544D" w:rsidRDefault="00C3673A" w:rsidP="00C17A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A7701A">
        <w:rPr>
          <w:sz w:val="28"/>
          <w:szCs w:val="28"/>
        </w:rPr>
        <w:t xml:space="preserve"> п</w:t>
      </w:r>
      <w:r w:rsidR="005649D2">
        <w:rPr>
          <w:sz w:val="28"/>
          <w:szCs w:val="28"/>
        </w:rPr>
        <w:t xml:space="preserve">ункт </w:t>
      </w:r>
      <w:r w:rsidR="003B16E7">
        <w:rPr>
          <w:sz w:val="28"/>
          <w:szCs w:val="28"/>
        </w:rPr>
        <w:t>32</w:t>
      </w:r>
      <w:r w:rsidR="00E4544D">
        <w:rPr>
          <w:sz w:val="28"/>
          <w:szCs w:val="28"/>
        </w:rPr>
        <w:t xml:space="preserve"> Главы 3</w:t>
      </w:r>
      <w:r w:rsidR="00A7701A">
        <w:rPr>
          <w:sz w:val="28"/>
          <w:szCs w:val="28"/>
        </w:rPr>
        <w:t xml:space="preserve"> </w:t>
      </w:r>
      <w:r w:rsidR="005649D2">
        <w:rPr>
          <w:sz w:val="28"/>
          <w:szCs w:val="28"/>
        </w:rPr>
        <w:t xml:space="preserve">Подпрограммы 3 </w:t>
      </w:r>
      <w:r w:rsidR="003B16E7">
        <w:rPr>
          <w:sz w:val="28"/>
          <w:szCs w:val="28"/>
        </w:rPr>
        <w:t>изложить</w:t>
      </w:r>
      <w:r w:rsidR="00E4544D">
        <w:rPr>
          <w:sz w:val="28"/>
          <w:szCs w:val="28"/>
        </w:rPr>
        <w:t xml:space="preserve"> в следующей редакции:</w:t>
      </w:r>
    </w:p>
    <w:p w:rsidR="003B16E7" w:rsidRDefault="003B16E7" w:rsidP="00C17A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«32</w:t>
      </w:r>
      <w:r w:rsidR="00E4544D">
        <w:rPr>
          <w:sz w:val="28"/>
          <w:szCs w:val="28"/>
        </w:rPr>
        <w:t>.</w:t>
      </w:r>
      <w:r w:rsidR="00E4544D" w:rsidRPr="00E4544D">
        <w:rPr>
          <w:sz w:val="28"/>
          <w:szCs w:val="28"/>
        </w:rPr>
        <w:t xml:space="preserve"> </w:t>
      </w:r>
      <w:r w:rsidR="00E4544D" w:rsidRPr="00B25C71">
        <w:rPr>
          <w:sz w:val="28"/>
          <w:szCs w:val="28"/>
        </w:rPr>
        <w:t>Объем финансовых ресурсов, необходим</w:t>
      </w:r>
      <w:r>
        <w:rPr>
          <w:sz w:val="28"/>
          <w:szCs w:val="28"/>
        </w:rPr>
        <w:t>ый для реализации подпрограммы 3</w:t>
      </w:r>
      <w:r w:rsidR="00E4544D" w:rsidRPr="00B25C71">
        <w:rPr>
          <w:sz w:val="28"/>
          <w:szCs w:val="28"/>
        </w:rPr>
        <w:t>: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5C71">
        <w:rPr>
          <w:sz w:val="28"/>
          <w:szCs w:val="28"/>
        </w:rPr>
        <w:t xml:space="preserve">Общий объем финансирования –   </w:t>
      </w:r>
      <w:r>
        <w:rPr>
          <w:sz w:val="28"/>
          <w:szCs w:val="28"/>
        </w:rPr>
        <w:t>7081,7</w:t>
      </w:r>
      <w:r w:rsidRPr="00B25C71">
        <w:rPr>
          <w:sz w:val="28"/>
          <w:szCs w:val="28"/>
        </w:rPr>
        <w:t xml:space="preserve"> тыс. руб., в том числе по годам: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B25C71">
        <w:rPr>
          <w:sz w:val="28"/>
          <w:szCs w:val="28"/>
        </w:rPr>
        <w:t xml:space="preserve">год – </w:t>
      </w:r>
      <w:r>
        <w:rPr>
          <w:sz w:val="28"/>
          <w:szCs w:val="28"/>
        </w:rPr>
        <w:t>2798,2</w:t>
      </w:r>
      <w:r w:rsidRPr="00B25C71">
        <w:rPr>
          <w:sz w:val="28"/>
          <w:szCs w:val="28"/>
        </w:rPr>
        <w:t xml:space="preserve"> </w:t>
      </w:r>
      <w:proofErr w:type="spellStart"/>
      <w:r w:rsidRPr="00B25C71">
        <w:rPr>
          <w:sz w:val="28"/>
          <w:szCs w:val="28"/>
        </w:rPr>
        <w:t>тыс.руб</w:t>
      </w:r>
      <w:proofErr w:type="spellEnd"/>
      <w:r w:rsidRPr="00B25C71">
        <w:rPr>
          <w:sz w:val="28"/>
          <w:szCs w:val="28"/>
        </w:rPr>
        <w:t>.</w:t>
      </w:r>
    </w:p>
    <w:p w:rsidR="003B16E7" w:rsidRPr="00B25C71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B25C71">
        <w:rPr>
          <w:sz w:val="28"/>
          <w:szCs w:val="28"/>
        </w:rPr>
        <w:t xml:space="preserve">год -  </w:t>
      </w:r>
      <w:r>
        <w:rPr>
          <w:sz w:val="28"/>
          <w:szCs w:val="28"/>
        </w:rPr>
        <w:t xml:space="preserve">750,0 </w:t>
      </w:r>
      <w:proofErr w:type="spellStart"/>
      <w:r w:rsidRPr="00B25C71">
        <w:rPr>
          <w:sz w:val="28"/>
          <w:szCs w:val="28"/>
        </w:rPr>
        <w:t>тыс.руб</w:t>
      </w:r>
      <w:proofErr w:type="spellEnd"/>
      <w:r w:rsidRPr="00B25C71">
        <w:rPr>
          <w:sz w:val="28"/>
          <w:szCs w:val="28"/>
        </w:rPr>
        <w:t xml:space="preserve">. </w:t>
      </w:r>
    </w:p>
    <w:p w:rsidR="00C3673A" w:rsidRDefault="003B16E7" w:rsidP="003B16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B25C71">
        <w:rPr>
          <w:sz w:val="28"/>
          <w:szCs w:val="28"/>
        </w:rPr>
        <w:t xml:space="preserve">год -  </w:t>
      </w:r>
      <w:r>
        <w:rPr>
          <w:sz w:val="28"/>
          <w:szCs w:val="28"/>
        </w:rPr>
        <w:t>3533,5</w:t>
      </w:r>
      <w:r w:rsidRPr="00B25C71">
        <w:rPr>
          <w:sz w:val="28"/>
          <w:szCs w:val="28"/>
        </w:rPr>
        <w:t xml:space="preserve"> </w:t>
      </w:r>
      <w:proofErr w:type="spellStart"/>
      <w:proofErr w:type="gramStart"/>
      <w:r w:rsidRPr="00B25C71"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»;</w:t>
      </w:r>
    </w:p>
    <w:p w:rsidR="00892E04" w:rsidRDefault="00892E04" w:rsidP="00B15B0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2E04">
        <w:rPr>
          <w:sz w:val="28"/>
          <w:szCs w:val="28"/>
        </w:rPr>
        <w:t xml:space="preserve">Приложение к муниципальной </w:t>
      </w:r>
      <w:r w:rsidR="005649D2">
        <w:rPr>
          <w:sz w:val="28"/>
          <w:szCs w:val="28"/>
        </w:rPr>
        <w:t>п</w:t>
      </w:r>
      <w:r w:rsidRPr="00892E04">
        <w:rPr>
          <w:sz w:val="28"/>
          <w:szCs w:val="28"/>
        </w:rPr>
        <w:t>рограмме, изложить в новой</w:t>
      </w:r>
      <w:r w:rsidR="00C434FC">
        <w:rPr>
          <w:sz w:val="28"/>
          <w:szCs w:val="28"/>
        </w:rPr>
        <w:t xml:space="preserve"> </w:t>
      </w:r>
      <w:r w:rsidRPr="00892E04">
        <w:rPr>
          <w:sz w:val="28"/>
          <w:szCs w:val="28"/>
        </w:rPr>
        <w:t>редакции (прилагается).</w:t>
      </w:r>
    </w:p>
    <w:p w:rsidR="00267974" w:rsidRPr="00267974" w:rsidRDefault="003757D9" w:rsidP="008013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7974" w:rsidRPr="00267974">
        <w:rPr>
          <w:sz w:val="28"/>
          <w:szCs w:val="28"/>
        </w:rPr>
        <w:t>. Настоящее постановление р</w:t>
      </w:r>
      <w:r w:rsidR="00AC51D9">
        <w:rPr>
          <w:sz w:val="28"/>
          <w:szCs w:val="28"/>
        </w:rPr>
        <w:t>азместить на официальном сайте А</w:t>
      </w:r>
      <w:r w:rsidR="00267974" w:rsidRPr="00267974">
        <w:rPr>
          <w:sz w:val="28"/>
          <w:szCs w:val="28"/>
        </w:rPr>
        <w:t>д</w:t>
      </w:r>
      <w:r w:rsidR="00AC51D9">
        <w:rPr>
          <w:sz w:val="28"/>
          <w:szCs w:val="28"/>
        </w:rPr>
        <w:t>министрации Рамешковского муниципального округа</w:t>
      </w:r>
      <w:r w:rsidR="00267974" w:rsidRPr="00267974">
        <w:rPr>
          <w:sz w:val="28"/>
          <w:szCs w:val="28"/>
        </w:rPr>
        <w:t xml:space="preserve"> в сети Интернет.</w:t>
      </w:r>
    </w:p>
    <w:p w:rsidR="00267974" w:rsidRPr="00267974" w:rsidRDefault="003757D9" w:rsidP="008013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67974" w:rsidRPr="00267974">
        <w:rPr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r w:rsidR="00AC51D9" w:rsidRPr="00AC51D9">
        <w:rPr>
          <w:sz w:val="28"/>
          <w:szCs w:val="28"/>
        </w:rPr>
        <w:t>Главы А</w:t>
      </w:r>
      <w:r w:rsidR="00AC51D9">
        <w:rPr>
          <w:sz w:val="28"/>
          <w:szCs w:val="28"/>
        </w:rPr>
        <w:t xml:space="preserve">дминистрации Рамешковского </w:t>
      </w:r>
      <w:r w:rsidR="00AC51D9" w:rsidRPr="00AC51D9">
        <w:rPr>
          <w:sz w:val="28"/>
          <w:szCs w:val="28"/>
        </w:rPr>
        <w:t>м</w:t>
      </w:r>
      <w:r w:rsidR="00AC51D9">
        <w:rPr>
          <w:sz w:val="28"/>
          <w:szCs w:val="28"/>
        </w:rPr>
        <w:t>униципального округа, заведующего</w:t>
      </w:r>
      <w:r w:rsidR="00AC51D9" w:rsidRPr="00AC51D9">
        <w:rPr>
          <w:sz w:val="28"/>
          <w:szCs w:val="28"/>
        </w:rPr>
        <w:t xml:space="preserve"> финансовым отделом</w:t>
      </w:r>
      <w:r w:rsidR="00267974" w:rsidRPr="00267974">
        <w:rPr>
          <w:sz w:val="28"/>
          <w:szCs w:val="28"/>
        </w:rPr>
        <w:t xml:space="preserve"> Л.В. Андрееву. </w:t>
      </w:r>
    </w:p>
    <w:p w:rsidR="00CB0695" w:rsidRDefault="003757D9" w:rsidP="008013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7974" w:rsidRPr="00267974">
        <w:rPr>
          <w:sz w:val="28"/>
          <w:szCs w:val="28"/>
        </w:rPr>
        <w:t xml:space="preserve">. Настоящее постановление вступает в силу со дня </w:t>
      </w:r>
      <w:r w:rsidR="00C434FC">
        <w:rPr>
          <w:sz w:val="28"/>
          <w:szCs w:val="28"/>
        </w:rPr>
        <w:t>опубликования.</w:t>
      </w:r>
    </w:p>
    <w:p w:rsidR="00B15B00" w:rsidRDefault="00B15B00" w:rsidP="008013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31" w:rsidRDefault="00801331" w:rsidP="008013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31" w:rsidRPr="002E1A9C" w:rsidRDefault="00801331" w:rsidP="008013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0695" w:rsidRDefault="00267974" w:rsidP="00CB0695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52A5A">
        <w:rPr>
          <w:sz w:val="28"/>
          <w:szCs w:val="28"/>
        </w:rPr>
        <w:t xml:space="preserve">Глава Рамешковского </w:t>
      </w:r>
    </w:p>
    <w:p w:rsidR="00267974" w:rsidRDefault="00267974" w:rsidP="00CB0695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</w:t>
      </w:r>
      <w:r w:rsidR="00C434FC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А</w:t>
      </w:r>
      <w:r w:rsidRPr="00652A5A">
        <w:rPr>
          <w:sz w:val="28"/>
          <w:szCs w:val="28"/>
        </w:rPr>
        <w:t>.А. П</w:t>
      </w:r>
      <w:r>
        <w:rPr>
          <w:sz w:val="28"/>
          <w:szCs w:val="28"/>
        </w:rPr>
        <w:t>илюгин</w:t>
      </w: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5B00" w:rsidRDefault="00B15B00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sectPr w:rsidR="00B15B00" w:rsidSect="00801331">
      <w:headerReference w:type="even" r:id="rId9"/>
      <w:headerReference w:type="default" r:id="rId10"/>
      <w:pgSz w:w="11907" w:h="16840" w:code="9"/>
      <w:pgMar w:top="709" w:right="851" w:bottom="1276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9E" w:rsidRDefault="008A1C9E">
      <w:r>
        <w:separator/>
      </w:r>
    </w:p>
  </w:endnote>
  <w:endnote w:type="continuationSeparator" w:id="0">
    <w:p w:rsidR="008A1C9E" w:rsidRDefault="008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9E" w:rsidRDefault="008A1C9E">
      <w:r>
        <w:separator/>
      </w:r>
    </w:p>
  </w:footnote>
  <w:footnote w:type="continuationSeparator" w:id="0">
    <w:p w:rsidR="008A1C9E" w:rsidRDefault="008A1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7072B0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8F5"/>
    <w:rsid w:val="00036E34"/>
    <w:rsid w:val="000400CE"/>
    <w:rsid w:val="00040598"/>
    <w:rsid w:val="0004061B"/>
    <w:rsid w:val="0004119C"/>
    <w:rsid w:val="0004174E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75719"/>
    <w:rsid w:val="00081F24"/>
    <w:rsid w:val="00085B0F"/>
    <w:rsid w:val="00085F8A"/>
    <w:rsid w:val="00086E00"/>
    <w:rsid w:val="00087E60"/>
    <w:rsid w:val="000901AC"/>
    <w:rsid w:val="00091010"/>
    <w:rsid w:val="0009149D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167A"/>
    <w:rsid w:val="000C35DD"/>
    <w:rsid w:val="000C4F00"/>
    <w:rsid w:val="000C520F"/>
    <w:rsid w:val="000C5FFC"/>
    <w:rsid w:val="000D67E8"/>
    <w:rsid w:val="000E333E"/>
    <w:rsid w:val="000E404D"/>
    <w:rsid w:val="000E57E8"/>
    <w:rsid w:val="000E5B6A"/>
    <w:rsid w:val="000F1FF9"/>
    <w:rsid w:val="000F4981"/>
    <w:rsid w:val="000F4B43"/>
    <w:rsid w:val="000F4D53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943"/>
    <w:rsid w:val="001419F4"/>
    <w:rsid w:val="00142EF5"/>
    <w:rsid w:val="00143CEA"/>
    <w:rsid w:val="0014410C"/>
    <w:rsid w:val="00144356"/>
    <w:rsid w:val="00145A9E"/>
    <w:rsid w:val="001464A9"/>
    <w:rsid w:val="001469A8"/>
    <w:rsid w:val="0015439C"/>
    <w:rsid w:val="00154E46"/>
    <w:rsid w:val="00155090"/>
    <w:rsid w:val="00156E3D"/>
    <w:rsid w:val="00160167"/>
    <w:rsid w:val="00160BF3"/>
    <w:rsid w:val="00160F5B"/>
    <w:rsid w:val="00162FCB"/>
    <w:rsid w:val="00164422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B2FE4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B21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679B5"/>
    <w:rsid w:val="002700C9"/>
    <w:rsid w:val="00270E59"/>
    <w:rsid w:val="00274377"/>
    <w:rsid w:val="0027705B"/>
    <w:rsid w:val="00277619"/>
    <w:rsid w:val="00277E1A"/>
    <w:rsid w:val="0028006C"/>
    <w:rsid w:val="00280847"/>
    <w:rsid w:val="002808DB"/>
    <w:rsid w:val="00282D04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21F4"/>
    <w:rsid w:val="002C330B"/>
    <w:rsid w:val="002C3943"/>
    <w:rsid w:val="002C3EE8"/>
    <w:rsid w:val="002C433F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1FCC"/>
    <w:rsid w:val="002E2FD4"/>
    <w:rsid w:val="002E3FD5"/>
    <w:rsid w:val="002E5ACE"/>
    <w:rsid w:val="002E67E2"/>
    <w:rsid w:val="002F001D"/>
    <w:rsid w:val="002F31A0"/>
    <w:rsid w:val="002F3324"/>
    <w:rsid w:val="002F34C6"/>
    <w:rsid w:val="002F49B0"/>
    <w:rsid w:val="002F6D46"/>
    <w:rsid w:val="00301163"/>
    <w:rsid w:val="00301693"/>
    <w:rsid w:val="003017FE"/>
    <w:rsid w:val="00301FDA"/>
    <w:rsid w:val="0030236D"/>
    <w:rsid w:val="0030385F"/>
    <w:rsid w:val="00304B2D"/>
    <w:rsid w:val="003054B7"/>
    <w:rsid w:val="00310164"/>
    <w:rsid w:val="0031067B"/>
    <w:rsid w:val="003150F1"/>
    <w:rsid w:val="00315210"/>
    <w:rsid w:val="00315527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AC3"/>
    <w:rsid w:val="00371130"/>
    <w:rsid w:val="003757D9"/>
    <w:rsid w:val="003766EC"/>
    <w:rsid w:val="003768B7"/>
    <w:rsid w:val="003856F2"/>
    <w:rsid w:val="00385E05"/>
    <w:rsid w:val="003874F2"/>
    <w:rsid w:val="00391E3A"/>
    <w:rsid w:val="0039360C"/>
    <w:rsid w:val="0039411D"/>
    <w:rsid w:val="0039451B"/>
    <w:rsid w:val="00396EDB"/>
    <w:rsid w:val="003A0175"/>
    <w:rsid w:val="003A0EB3"/>
    <w:rsid w:val="003A15D1"/>
    <w:rsid w:val="003A201A"/>
    <w:rsid w:val="003B0100"/>
    <w:rsid w:val="003B16E7"/>
    <w:rsid w:val="003B4BB8"/>
    <w:rsid w:val="003B5200"/>
    <w:rsid w:val="003B5E9F"/>
    <w:rsid w:val="003C0189"/>
    <w:rsid w:val="003C0AC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6140"/>
    <w:rsid w:val="003F03F4"/>
    <w:rsid w:val="003F0E7D"/>
    <w:rsid w:val="003F16C0"/>
    <w:rsid w:val="003F1C40"/>
    <w:rsid w:val="003F1E06"/>
    <w:rsid w:val="003F25CA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DA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0AB7"/>
    <w:rsid w:val="004D4769"/>
    <w:rsid w:val="004D483B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2D1"/>
    <w:rsid w:val="00525559"/>
    <w:rsid w:val="00536955"/>
    <w:rsid w:val="0054035D"/>
    <w:rsid w:val="005412A2"/>
    <w:rsid w:val="00541934"/>
    <w:rsid w:val="00541E81"/>
    <w:rsid w:val="005420EE"/>
    <w:rsid w:val="00542930"/>
    <w:rsid w:val="005436BB"/>
    <w:rsid w:val="00543767"/>
    <w:rsid w:val="00546447"/>
    <w:rsid w:val="00550D51"/>
    <w:rsid w:val="005528BD"/>
    <w:rsid w:val="005552CE"/>
    <w:rsid w:val="00560462"/>
    <w:rsid w:val="0056228A"/>
    <w:rsid w:val="005649D2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275AA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0754"/>
    <w:rsid w:val="006514F4"/>
    <w:rsid w:val="00652A90"/>
    <w:rsid w:val="00652E23"/>
    <w:rsid w:val="00654A06"/>
    <w:rsid w:val="00655905"/>
    <w:rsid w:val="00656233"/>
    <w:rsid w:val="006566C4"/>
    <w:rsid w:val="00656F44"/>
    <w:rsid w:val="006604B3"/>
    <w:rsid w:val="00660826"/>
    <w:rsid w:val="00661D54"/>
    <w:rsid w:val="006623E1"/>
    <w:rsid w:val="0066258E"/>
    <w:rsid w:val="00662A9B"/>
    <w:rsid w:val="00663F27"/>
    <w:rsid w:val="00663FC3"/>
    <w:rsid w:val="00666890"/>
    <w:rsid w:val="00670820"/>
    <w:rsid w:val="006726EF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404"/>
    <w:rsid w:val="006E6612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072B0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67F2"/>
    <w:rsid w:val="00726A5F"/>
    <w:rsid w:val="00726BA9"/>
    <w:rsid w:val="00727067"/>
    <w:rsid w:val="00731AEF"/>
    <w:rsid w:val="0073238B"/>
    <w:rsid w:val="0073282B"/>
    <w:rsid w:val="007339EB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36CF"/>
    <w:rsid w:val="00784BAE"/>
    <w:rsid w:val="00784FA2"/>
    <w:rsid w:val="00786E84"/>
    <w:rsid w:val="00787262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0AD7"/>
    <w:rsid w:val="007B1356"/>
    <w:rsid w:val="007B4663"/>
    <w:rsid w:val="007B5271"/>
    <w:rsid w:val="007B5680"/>
    <w:rsid w:val="007B6638"/>
    <w:rsid w:val="007B6C98"/>
    <w:rsid w:val="007C189F"/>
    <w:rsid w:val="007C5734"/>
    <w:rsid w:val="007C61EB"/>
    <w:rsid w:val="007C6A9E"/>
    <w:rsid w:val="007C6AE2"/>
    <w:rsid w:val="007D023C"/>
    <w:rsid w:val="007D319B"/>
    <w:rsid w:val="007D31DF"/>
    <w:rsid w:val="007D3F30"/>
    <w:rsid w:val="007D4534"/>
    <w:rsid w:val="007D4D86"/>
    <w:rsid w:val="007D5602"/>
    <w:rsid w:val="007E19E4"/>
    <w:rsid w:val="007E1FA6"/>
    <w:rsid w:val="007E4F82"/>
    <w:rsid w:val="007E55EC"/>
    <w:rsid w:val="007F2559"/>
    <w:rsid w:val="007F5317"/>
    <w:rsid w:val="00801331"/>
    <w:rsid w:val="00802636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3D"/>
    <w:rsid w:val="00885D2D"/>
    <w:rsid w:val="00886888"/>
    <w:rsid w:val="00892E04"/>
    <w:rsid w:val="00894851"/>
    <w:rsid w:val="008949A7"/>
    <w:rsid w:val="00896CB8"/>
    <w:rsid w:val="008A03CC"/>
    <w:rsid w:val="008A0696"/>
    <w:rsid w:val="008A0E6E"/>
    <w:rsid w:val="008A1C9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28ED"/>
    <w:rsid w:val="008C4EAB"/>
    <w:rsid w:val="008C5000"/>
    <w:rsid w:val="008C53AA"/>
    <w:rsid w:val="008C53FD"/>
    <w:rsid w:val="008C5F3B"/>
    <w:rsid w:val="008C614F"/>
    <w:rsid w:val="008D4C77"/>
    <w:rsid w:val="008D636D"/>
    <w:rsid w:val="008E091A"/>
    <w:rsid w:val="008E1FCA"/>
    <w:rsid w:val="008E22B1"/>
    <w:rsid w:val="008E28E0"/>
    <w:rsid w:val="008E4C8B"/>
    <w:rsid w:val="008E4CBD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2B71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275"/>
    <w:rsid w:val="00944FE9"/>
    <w:rsid w:val="009468C5"/>
    <w:rsid w:val="00946ECB"/>
    <w:rsid w:val="009475AE"/>
    <w:rsid w:val="0094790F"/>
    <w:rsid w:val="00947B0D"/>
    <w:rsid w:val="009556C4"/>
    <w:rsid w:val="009559A1"/>
    <w:rsid w:val="00955C69"/>
    <w:rsid w:val="009615F3"/>
    <w:rsid w:val="00962AE6"/>
    <w:rsid w:val="00962BCB"/>
    <w:rsid w:val="009633D9"/>
    <w:rsid w:val="00965B95"/>
    <w:rsid w:val="00965D4E"/>
    <w:rsid w:val="00966AF5"/>
    <w:rsid w:val="009670F0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21C1"/>
    <w:rsid w:val="009B7CC7"/>
    <w:rsid w:val="009C1CC9"/>
    <w:rsid w:val="009C634F"/>
    <w:rsid w:val="009C7FBA"/>
    <w:rsid w:val="009D0A14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1913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02"/>
    <w:rsid w:val="00A40015"/>
    <w:rsid w:val="00A42AC3"/>
    <w:rsid w:val="00A43039"/>
    <w:rsid w:val="00A43288"/>
    <w:rsid w:val="00A4435E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95E"/>
    <w:rsid w:val="00A64ED2"/>
    <w:rsid w:val="00A65C19"/>
    <w:rsid w:val="00A73198"/>
    <w:rsid w:val="00A738EA"/>
    <w:rsid w:val="00A73F55"/>
    <w:rsid w:val="00A7401A"/>
    <w:rsid w:val="00A74D4C"/>
    <w:rsid w:val="00A76FC4"/>
    <w:rsid w:val="00A7701A"/>
    <w:rsid w:val="00A77437"/>
    <w:rsid w:val="00A77A8D"/>
    <w:rsid w:val="00A82CCE"/>
    <w:rsid w:val="00A84CB2"/>
    <w:rsid w:val="00A8563A"/>
    <w:rsid w:val="00A857DC"/>
    <w:rsid w:val="00A86E6E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282B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597F"/>
    <w:rsid w:val="00AD6EE5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3DE0"/>
    <w:rsid w:val="00B0434E"/>
    <w:rsid w:val="00B053F5"/>
    <w:rsid w:val="00B0587A"/>
    <w:rsid w:val="00B05C6D"/>
    <w:rsid w:val="00B0641E"/>
    <w:rsid w:val="00B104A1"/>
    <w:rsid w:val="00B1128C"/>
    <w:rsid w:val="00B129E5"/>
    <w:rsid w:val="00B12BCB"/>
    <w:rsid w:val="00B13E86"/>
    <w:rsid w:val="00B1446E"/>
    <w:rsid w:val="00B15B00"/>
    <w:rsid w:val="00B2313A"/>
    <w:rsid w:val="00B25C71"/>
    <w:rsid w:val="00B27106"/>
    <w:rsid w:val="00B30422"/>
    <w:rsid w:val="00B326DC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CC1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20D1"/>
    <w:rsid w:val="00B9236A"/>
    <w:rsid w:val="00B92C73"/>
    <w:rsid w:val="00B93E3F"/>
    <w:rsid w:val="00B94B06"/>
    <w:rsid w:val="00B9619E"/>
    <w:rsid w:val="00B96A61"/>
    <w:rsid w:val="00B96EDF"/>
    <w:rsid w:val="00B975E6"/>
    <w:rsid w:val="00B97783"/>
    <w:rsid w:val="00BA0FE4"/>
    <w:rsid w:val="00BA1A5B"/>
    <w:rsid w:val="00BA6AA4"/>
    <w:rsid w:val="00BB0A00"/>
    <w:rsid w:val="00BB6294"/>
    <w:rsid w:val="00BB7159"/>
    <w:rsid w:val="00BC35F3"/>
    <w:rsid w:val="00BC3EB8"/>
    <w:rsid w:val="00BC7418"/>
    <w:rsid w:val="00BD5734"/>
    <w:rsid w:val="00BD703D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BF6D43"/>
    <w:rsid w:val="00C02051"/>
    <w:rsid w:val="00C150DB"/>
    <w:rsid w:val="00C17AC7"/>
    <w:rsid w:val="00C21C31"/>
    <w:rsid w:val="00C26F47"/>
    <w:rsid w:val="00C300DA"/>
    <w:rsid w:val="00C30187"/>
    <w:rsid w:val="00C3020C"/>
    <w:rsid w:val="00C308C6"/>
    <w:rsid w:val="00C30F3F"/>
    <w:rsid w:val="00C33391"/>
    <w:rsid w:val="00C33561"/>
    <w:rsid w:val="00C3565A"/>
    <w:rsid w:val="00C3673A"/>
    <w:rsid w:val="00C402A3"/>
    <w:rsid w:val="00C404FF"/>
    <w:rsid w:val="00C434FC"/>
    <w:rsid w:val="00C465CC"/>
    <w:rsid w:val="00C46626"/>
    <w:rsid w:val="00C50614"/>
    <w:rsid w:val="00C5147D"/>
    <w:rsid w:val="00C51A2B"/>
    <w:rsid w:val="00C51DC7"/>
    <w:rsid w:val="00C5560A"/>
    <w:rsid w:val="00C55634"/>
    <w:rsid w:val="00C60EE3"/>
    <w:rsid w:val="00C621EF"/>
    <w:rsid w:val="00C631F6"/>
    <w:rsid w:val="00C652EE"/>
    <w:rsid w:val="00C73FB7"/>
    <w:rsid w:val="00C741DC"/>
    <w:rsid w:val="00C7584E"/>
    <w:rsid w:val="00C83AD8"/>
    <w:rsid w:val="00C8487E"/>
    <w:rsid w:val="00C84906"/>
    <w:rsid w:val="00C8563F"/>
    <w:rsid w:val="00C85DF4"/>
    <w:rsid w:val="00C93E5F"/>
    <w:rsid w:val="00C9496B"/>
    <w:rsid w:val="00CA2513"/>
    <w:rsid w:val="00CA259E"/>
    <w:rsid w:val="00CB0695"/>
    <w:rsid w:val="00CB094F"/>
    <w:rsid w:val="00CB1F28"/>
    <w:rsid w:val="00CB29A8"/>
    <w:rsid w:val="00CB3664"/>
    <w:rsid w:val="00CB3A0A"/>
    <w:rsid w:val="00CB7074"/>
    <w:rsid w:val="00CB73C4"/>
    <w:rsid w:val="00CB7E08"/>
    <w:rsid w:val="00CC0450"/>
    <w:rsid w:val="00CC41FE"/>
    <w:rsid w:val="00CC4DE8"/>
    <w:rsid w:val="00CC5DA1"/>
    <w:rsid w:val="00CC668B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4B25"/>
    <w:rsid w:val="00D45E1F"/>
    <w:rsid w:val="00D46795"/>
    <w:rsid w:val="00D47073"/>
    <w:rsid w:val="00D50FFE"/>
    <w:rsid w:val="00D51211"/>
    <w:rsid w:val="00D51301"/>
    <w:rsid w:val="00D5138C"/>
    <w:rsid w:val="00D573B7"/>
    <w:rsid w:val="00D61949"/>
    <w:rsid w:val="00D624E7"/>
    <w:rsid w:val="00D638F9"/>
    <w:rsid w:val="00D64D1F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3CF6"/>
    <w:rsid w:val="00E24AAD"/>
    <w:rsid w:val="00E256F7"/>
    <w:rsid w:val="00E3079C"/>
    <w:rsid w:val="00E30CF5"/>
    <w:rsid w:val="00E312B8"/>
    <w:rsid w:val="00E31B2F"/>
    <w:rsid w:val="00E320C6"/>
    <w:rsid w:val="00E32EF6"/>
    <w:rsid w:val="00E3452D"/>
    <w:rsid w:val="00E35EE2"/>
    <w:rsid w:val="00E440C1"/>
    <w:rsid w:val="00E4544D"/>
    <w:rsid w:val="00E4666F"/>
    <w:rsid w:val="00E471F0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6A5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4E24"/>
    <w:rsid w:val="00EA6DEC"/>
    <w:rsid w:val="00EB10FD"/>
    <w:rsid w:val="00EB2333"/>
    <w:rsid w:val="00EB3BE7"/>
    <w:rsid w:val="00EB53A9"/>
    <w:rsid w:val="00EB59EF"/>
    <w:rsid w:val="00EB5DC1"/>
    <w:rsid w:val="00EB7DFA"/>
    <w:rsid w:val="00EC049E"/>
    <w:rsid w:val="00EC132C"/>
    <w:rsid w:val="00EC1786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0598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1D5C"/>
    <w:rsid w:val="00F85173"/>
    <w:rsid w:val="00F85768"/>
    <w:rsid w:val="00F85D1B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A4A12"/>
    <w:rsid w:val="00FB15FD"/>
    <w:rsid w:val="00FB4C5D"/>
    <w:rsid w:val="00FB5488"/>
    <w:rsid w:val="00FB5612"/>
    <w:rsid w:val="00FB58DB"/>
    <w:rsid w:val="00FB6A7B"/>
    <w:rsid w:val="00FB70E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A5F"/>
    <w:rsid w:val="00FD5635"/>
    <w:rsid w:val="00FD5C8B"/>
    <w:rsid w:val="00FD64F5"/>
    <w:rsid w:val="00FD713D"/>
    <w:rsid w:val="00FD7824"/>
    <w:rsid w:val="00FE350B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2FAD1-6D12-4B7C-8CC3-F6FFD22E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BBB3C-BB47-456C-9FE1-7A76DD13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Финансы.dotx</Template>
  <TotalTime>2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administrator</cp:lastModifiedBy>
  <cp:revision>5</cp:revision>
  <cp:lastPrinted>2022-12-06T13:39:00Z</cp:lastPrinted>
  <dcterms:created xsi:type="dcterms:W3CDTF">2023-04-03T12:50:00Z</dcterms:created>
  <dcterms:modified xsi:type="dcterms:W3CDTF">2023-05-04T12:22:00Z</dcterms:modified>
</cp:coreProperties>
</file>